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617"/>
        <w:gridCol w:w="1213"/>
      </w:tblGrid>
      <w:tr w:rsidR="00DD1AD2" w:rsidRPr="00DD1AD2" w14:paraId="264F21E9" w14:textId="77777777" w:rsidTr="00DD1AD2">
        <w:trPr>
          <w:trHeight w:val="1079"/>
          <w:jc w:val="center"/>
        </w:trPr>
        <w:tc>
          <w:tcPr>
            <w:tcW w:w="9781" w:type="dxa"/>
            <w:gridSpan w:val="4"/>
            <w:shd w:val="clear" w:color="auto" w:fill="auto"/>
          </w:tcPr>
          <w:p w14:paraId="17C8F346" w14:textId="77777777" w:rsidR="00D61BCF" w:rsidRPr="00DD1AD2" w:rsidRDefault="006D49F4" w:rsidP="008E6CFB">
            <w:pPr>
              <w:jc w:val="center"/>
              <w:rPr>
                <w:sz w:val="26"/>
                <w:szCs w:val="26"/>
              </w:rPr>
            </w:pPr>
            <w:r w:rsidRPr="00DD1AD2"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68A919D9" wp14:editId="3A51941E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29809A" w14:textId="77777777" w:rsidR="00D61BCF" w:rsidRPr="00DD1AD2" w:rsidRDefault="00D61BCF" w:rsidP="002E6EB2">
            <w:pPr>
              <w:tabs>
                <w:tab w:val="left" w:pos="1185"/>
                <w:tab w:val="center" w:pos="4677"/>
              </w:tabs>
              <w:jc w:val="center"/>
            </w:pPr>
          </w:p>
          <w:p w14:paraId="3A3741F4" w14:textId="77777777" w:rsidR="00D61BCF" w:rsidRPr="00DD1AD2" w:rsidRDefault="00D61BCF" w:rsidP="008E6CFB">
            <w:pPr>
              <w:jc w:val="center"/>
            </w:pPr>
          </w:p>
          <w:p w14:paraId="74E9F558" w14:textId="77777777" w:rsidR="00D61BCF" w:rsidRPr="00DD1AD2" w:rsidRDefault="00D61BCF" w:rsidP="008E6CFB">
            <w:pPr>
              <w:jc w:val="center"/>
              <w:rPr>
                <w:sz w:val="20"/>
                <w:szCs w:val="20"/>
              </w:rPr>
            </w:pPr>
          </w:p>
          <w:p w14:paraId="4E762AA7" w14:textId="77777777" w:rsidR="002D0C8B" w:rsidRPr="00DD1AD2" w:rsidRDefault="002D0C8B" w:rsidP="008E6CFB">
            <w:pPr>
              <w:jc w:val="center"/>
              <w:rPr>
                <w:sz w:val="20"/>
                <w:szCs w:val="20"/>
              </w:rPr>
            </w:pPr>
          </w:p>
        </w:tc>
      </w:tr>
      <w:tr w:rsidR="00DD1AD2" w:rsidRPr="00DD1AD2" w14:paraId="2D3B4FD2" w14:textId="77777777" w:rsidTr="00DD1AD2">
        <w:trPr>
          <w:trHeight w:val="90"/>
          <w:jc w:val="center"/>
        </w:trPr>
        <w:tc>
          <w:tcPr>
            <w:tcW w:w="9781" w:type="dxa"/>
            <w:gridSpan w:val="4"/>
            <w:shd w:val="clear" w:color="auto" w:fill="auto"/>
          </w:tcPr>
          <w:p w14:paraId="44D4A7EF" w14:textId="77777777" w:rsidR="00DC689C" w:rsidRPr="00DD1AD2" w:rsidRDefault="00DC689C" w:rsidP="008E6CFB">
            <w:pPr>
              <w:jc w:val="center"/>
              <w:rPr>
                <w:b/>
                <w:bCs/>
                <w:sz w:val="2"/>
                <w:szCs w:val="2"/>
              </w:rPr>
            </w:pPr>
          </w:p>
        </w:tc>
      </w:tr>
      <w:tr w:rsidR="00DD1AD2" w:rsidRPr="00DD1AD2" w14:paraId="627B05B4" w14:textId="77777777" w:rsidTr="00DD1AD2">
        <w:trPr>
          <w:jc w:val="center"/>
        </w:trPr>
        <w:tc>
          <w:tcPr>
            <w:tcW w:w="9781" w:type="dxa"/>
            <w:gridSpan w:val="4"/>
            <w:shd w:val="clear" w:color="auto" w:fill="auto"/>
          </w:tcPr>
          <w:p w14:paraId="0ED087F1" w14:textId="77777777" w:rsidR="000D622C" w:rsidRPr="00DD1AD2" w:rsidRDefault="000D622C" w:rsidP="000D622C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DD1AD2">
              <w:rPr>
                <w:b/>
                <w:bCs/>
                <w:sz w:val="32"/>
                <w:szCs w:val="20"/>
              </w:rPr>
              <w:t>АДМИНИСТРАЦИЯ</w:t>
            </w:r>
          </w:p>
          <w:p w14:paraId="70FBE085" w14:textId="77777777" w:rsidR="000D622C" w:rsidRPr="00DD1AD2" w:rsidRDefault="000D622C" w:rsidP="000D622C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DD1AD2">
              <w:rPr>
                <w:b/>
                <w:bCs/>
                <w:sz w:val="32"/>
                <w:szCs w:val="20"/>
              </w:rPr>
              <w:t>ПОЖАРСКОГО МУНИЦИПАЛЬНОГО ОКРУГА</w:t>
            </w:r>
          </w:p>
          <w:p w14:paraId="09E14275" w14:textId="77777777" w:rsidR="000D622C" w:rsidRPr="00DD1AD2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  <w:r w:rsidRPr="00DD1AD2">
              <w:rPr>
                <w:b/>
                <w:bCs/>
                <w:sz w:val="32"/>
                <w:szCs w:val="20"/>
              </w:rPr>
              <w:t>ПРИМОРСКОГО КРАЯ</w:t>
            </w:r>
          </w:p>
          <w:p w14:paraId="21BF4AF6" w14:textId="77777777" w:rsidR="000D622C" w:rsidRPr="00DD1AD2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</w:p>
          <w:p w14:paraId="42AB8BA5" w14:textId="77777777" w:rsidR="000D622C" w:rsidRPr="00DD1AD2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</w:p>
          <w:p w14:paraId="4A190F55" w14:textId="77777777" w:rsidR="000D622C" w:rsidRPr="00701DA1" w:rsidRDefault="000D622C" w:rsidP="00701DA1">
            <w:pPr>
              <w:tabs>
                <w:tab w:val="left" w:pos="199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01DA1">
              <w:rPr>
                <w:sz w:val="28"/>
                <w:szCs w:val="28"/>
              </w:rPr>
              <w:t>П О С Т А Н О В Л Е Н И Е</w:t>
            </w:r>
          </w:p>
          <w:p w14:paraId="3E38E351" w14:textId="77777777" w:rsidR="00D61BCF" w:rsidRDefault="00D61BCF" w:rsidP="002E6EB2">
            <w:pPr>
              <w:jc w:val="center"/>
              <w:rPr>
                <w:sz w:val="32"/>
                <w:szCs w:val="32"/>
              </w:rPr>
            </w:pPr>
          </w:p>
          <w:p w14:paraId="2520481B" w14:textId="6DA71761" w:rsidR="00701DA1" w:rsidRPr="00DD1AD2" w:rsidRDefault="00701DA1" w:rsidP="002E6EB2">
            <w:pPr>
              <w:jc w:val="center"/>
              <w:rPr>
                <w:sz w:val="32"/>
                <w:szCs w:val="32"/>
              </w:rPr>
            </w:pPr>
          </w:p>
        </w:tc>
      </w:tr>
      <w:tr w:rsidR="00DD1AD2" w:rsidRPr="00DD1AD2" w14:paraId="5A1A92B6" w14:textId="77777777" w:rsidTr="00DD1AD2">
        <w:trPr>
          <w:jc w:val="center"/>
        </w:trPr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14:paraId="3BC0EC2D" w14:textId="362ACAC0" w:rsidR="00D61BCF" w:rsidRPr="00DD1AD2" w:rsidRDefault="000A03D3" w:rsidP="000A03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мая 2024 года</w:t>
            </w:r>
          </w:p>
        </w:tc>
        <w:tc>
          <w:tcPr>
            <w:tcW w:w="4135" w:type="dxa"/>
            <w:shd w:val="clear" w:color="auto" w:fill="auto"/>
          </w:tcPr>
          <w:p w14:paraId="73314340" w14:textId="77777777" w:rsidR="00D61BCF" w:rsidRPr="00DD1AD2" w:rsidRDefault="00D61BCF" w:rsidP="002E6EB2">
            <w:pPr>
              <w:tabs>
                <w:tab w:val="left" w:pos="1000"/>
                <w:tab w:val="center" w:pos="1959"/>
              </w:tabs>
              <w:jc w:val="center"/>
              <w:rPr>
                <w:sz w:val="26"/>
                <w:szCs w:val="26"/>
              </w:rPr>
            </w:pPr>
            <w:proofErr w:type="spellStart"/>
            <w:r w:rsidRPr="00DD1AD2">
              <w:rPr>
                <w:sz w:val="26"/>
                <w:szCs w:val="26"/>
              </w:rPr>
              <w:t>пгт</w:t>
            </w:r>
            <w:proofErr w:type="spellEnd"/>
            <w:r w:rsidRPr="00DD1AD2">
              <w:rPr>
                <w:sz w:val="26"/>
                <w:szCs w:val="26"/>
              </w:rPr>
              <w:t xml:space="preserve"> </w:t>
            </w:r>
            <w:proofErr w:type="spellStart"/>
            <w:r w:rsidRPr="00DD1AD2">
              <w:rPr>
                <w:sz w:val="26"/>
                <w:szCs w:val="26"/>
              </w:rPr>
              <w:t>Лучегорск</w:t>
            </w:r>
            <w:proofErr w:type="spellEnd"/>
          </w:p>
        </w:tc>
        <w:tc>
          <w:tcPr>
            <w:tcW w:w="1617" w:type="dxa"/>
            <w:shd w:val="clear" w:color="auto" w:fill="auto"/>
          </w:tcPr>
          <w:p w14:paraId="43EDE456" w14:textId="77777777" w:rsidR="00D61BCF" w:rsidRPr="00DD1AD2" w:rsidRDefault="00D61BCF" w:rsidP="00DD1AD2">
            <w:pPr>
              <w:jc w:val="right"/>
              <w:rPr>
                <w:b/>
                <w:sz w:val="26"/>
                <w:szCs w:val="26"/>
              </w:rPr>
            </w:pPr>
            <w:r w:rsidRPr="00DD1AD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185D9B46" w14:textId="3C447C06" w:rsidR="00D61BCF" w:rsidRPr="00DD1AD2" w:rsidRDefault="000A03D3" w:rsidP="002E6E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418-па</w:t>
            </w:r>
          </w:p>
        </w:tc>
      </w:tr>
    </w:tbl>
    <w:p w14:paraId="3A331496" w14:textId="77777777" w:rsidR="00A76FA9" w:rsidRPr="00701DA1" w:rsidRDefault="00A76FA9" w:rsidP="00701DA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14:paraId="2A168E82" w14:textId="77777777" w:rsidR="0008450F" w:rsidRPr="00701DA1" w:rsidRDefault="0008450F" w:rsidP="00701DA1">
      <w:pPr>
        <w:jc w:val="center"/>
        <w:rPr>
          <w:b/>
          <w:sz w:val="28"/>
          <w:szCs w:val="28"/>
        </w:rPr>
      </w:pPr>
    </w:p>
    <w:p w14:paraId="4CABF10B" w14:textId="1806C276" w:rsidR="00A61D40" w:rsidRPr="00A61D40" w:rsidRDefault="00655215" w:rsidP="00A61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2574DA" w:rsidRPr="002574DA">
        <w:rPr>
          <w:b/>
          <w:sz w:val="28"/>
          <w:szCs w:val="28"/>
        </w:rPr>
        <w:t xml:space="preserve">перечня кодов подвидов по видам доходов бюджета </w:t>
      </w:r>
      <w:r w:rsidR="00A61D40" w:rsidRPr="00A61D40">
        <w:rPr>
          <w:b/>
          <w:sz w:val="28"/>
          <w:szCs w:val="28"/>
        </w:rPr>
        <w:t xml:space="preserve">Пожарского муниципального округа </w:t>
      </w:r>
      <w:r w:rsidR="002574DA">
        <w:rPr>
          <w:b/>
          <w:sz w:val="28"/>
          <w:szCs w:val="28"/>
        </w:rPr>
        <w:t>Приморского края</w:t>
      </w:r>
    </w:p>
    <w:p w14:paraId="39070CF2" w14:textId="277576AA" w:rsidR="00693365" w:rsidRDefault="00693365" w:rsidP="003F31B4">
      <w:pPr>
        <w:jc w:val="center"/>
        <w:rPr>
          <w:b/>
          <w:sz w:val="28"/>
          <w:szCs w:val="28"/>
        </w:rPr>
      </w:pPr>
    </w:p>
    <w:p w14:paraId="6056223C" w14:textId="77777777" w:rsidR="00701DA1" w:rsidRPr="00DD1AD2" w:rsidRDefault="00701DA1" w:rsidP="003F31B4">
      <w:pPr>
        <w:jc w:val="center"/>
        <w:rPr>
          <w:b/>
          <w:sz w:val="28"/>
          <w:szCs w:val="28"/>
        </w:rPr>
      </w:pPr>
    </w:p>
    <w:p w14:paraId="62CA9B38" w14:textId="5A0775F8" w:rsidR="003F31B4" w:rsidRPr="00DD1AD2" w:rsidRDefault="002574DA" w:rsidP="00A61D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п.9 ст. 20 </w:t>
      </w:r>
      <w:r w:rsidR="00A61D40">
        <w:rPr>
          <w:sz w:val="28"/>
          <w:szCs w:val="28"/>
        </w:rPr>
        <w:t>Бюджетного</w:t>
      </w:r>
      <w:r>
        <w:rPr>
          <w:sz w:val="28"/>
          <w:szCs w:val="28"/>
        </w:rPr>
        <w:t xml:space="preserve"> кодекса Российской Федерации, </w:t>
      </w:r>
      <w:r w:rsidR="009D0E60" w:rsidRPr="00DD1AD2">
        <w:rPr>
          <w:sz w:val="28"/>
          <w:szCs w:val="28"/>
        </w:rPr>
        <w:t>а</w:t>
      </w:r>
      <w:r w:rsidR="003F31B4" w:rsidRPr="00DD1AD2">
        <w:rPr>
          <w:sz w:val="28"/>
          <w:szCs w:val="28"/>
        </w:rPr>
        <w:t xml:space="preserve">дминистрация </w:t>
      </w:r>
      <w:bookmarkStart w:id="0" w:name="_Hlk136186108"/>
      <w:bookmarkStart w:id="1" w:name="_Hlk136185395"/>
      <w:r w:rsidR="003F31B4" w:rsidRPr="00DD1AD2">
        <w:rPr>
          <w:sz w:val="28"/>
          <w:szCs w:val="28"/>
        </w:rPr>
        <w:t xml:space="preserve">Пожарского </w:t>
      </w:r>
      <w:bookmarkEnd w:id="0"/>
      <w:r w:rsidR="003F31B4" w:rsidRPr="00DD1AD2">
        <w:rPr>
          <w:sz w:val="28"/>
          <w:szCs w:val="28"/>
        </w:rPr>
        <w:t xml:space="preserve">муниципального округа </w:t>
      </w:r>
      <w:r w:rsidR="00693365" w:rsidRPr="00DD1AD2">
        <w:rPr>
          <w:sz w:val="28"/>
          <w:szCs w:val="28"/>
        </w:rPr>
        <w:t>Приморского края</w:t>
      </w:r>
      <w:bookmarkEnd w:id="1"/>
    </w:p>
    <w:p w14:paraId="01366CAD" w14:textId="12CC0FC2" w:rsidR="006F76C5" w:rsidRDefault="006F76C5" w:rsidP="00701DA1">
      <w:pPr>
        <w:ind w:firstLine="709"/>
        <w:jc w:val="both"/>
        <w:outlineLvl w:val="0"/>
        <w:rPr>
          <w:bCs/>
          <w:sz w:val="28"/>
          <w:szCs w:val="28"/>
        </w:rPr>
      </w:pPr>
    </w:p>
    <w:p w14:paraId="398544CB" w14:textId="77777777" w:rsidR="00701DA1" w:rsidRPr="00DD1AD2" w:rsidRDefault="00701DA1" w:rsidP="00701DA1">
      <w:pPr>
        <w:ind w:firstLine="709"/>
        <w:jc w:val="both"/>
        <w:outlineLvl w:val="0"/>
        <w:rPr>
          <w:bCs/>
          <w:sz w:val="28"/>
          <w:szCs w:val="28"/>
        </w:rPr>
      </w:pPr>
    </w:p>
    <w:p w14:paraId="1FF3CF23" w14:textId="063C1DB6" w:rsidR="006F76C5" w:rsidRPr="00DD1AD2" w:rsidRDefault="003F31B4" w:rsidP="00AA4350">
      <w:pPr>
        <w:spacing w:line="360" w:lineRule="auto"/>
        <w:jc w:val="both"/>
        <w:outlineLvl w:val="0"/>
        <w:rPr>
          <w:bCs/>
          <w:sz w:val="28"/>
          <w:szCs w:val="28"/>
        </w:rPr>
      </w:pPr>
      <w:r w:rsidRPr="00DD1AD2">
        <w:rPr>
          <w:bCs/>
          <w:sz w:val="28"/>
          <w:szCs w:val="28"/>
        </w:rPr>
        <w:t>ПОСТАНОВЛЯЕТ:</w:t>
      </w:r>
    </w:p>
    <w:p w14:paraId="675E4496" w14:textId="48ACE5E1" w:rsidR="006F76C5" w:rsidRDefault="006F76C5" w:rsidP="006F76C5">
      <w:pPr>
        <w:ind w:firstLine="709"/>
        <w:jc w:val="both"/>
        <w:outlineLvl w:val="0"/>
        <w:rPr>
          <w:bCs/>
          <w:sz w:val="28"/>
          <w:szCs w:val="28"/>
        </w:rPr>
      </w:pPr>
    </w:p>
    <w:p w14:paraId="2BFBC32E" w14:textId="77777777" w:rsidR="00701DA1" w:rsidRPr="00DD1AD2" w:rsidRDefault="00701DA1" w:rsidP="006F76C5">
      <w:pPr>
        <w:ind w:firstLine="709"/>
        <w:jc w:val="both"/>
        <w:outlineLvl w:val="0"/>
        <w:rPr>
          <w:bCs/>
          <w:sz w:val="28"/>
          <w:szCs w:val="28"/>
        </w:rPr>
      </w:pPr>
    </w:p>
    <w:p w14:paraId="3F2BF196" w14:textId="784655DC" w:rsidR="0035642C" w:rsidRDefault="00A61D40" w:rsidP="002574DA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1</w:t>
      </w:r>
      <w:r w:rsidR="002574DA">
        <w:t>.</w:t>
      </w:r>
      <w:r w:rsidR="002574DA">
        <w:rPr>
          <w:color w:val="000000"/>
          <w:sz w:val="28"/>
          <w:szCs w:val="28"/>
          <w:shd w:val="clear" w:color="auto" w:fill="FFFFFF"/>
        </w:rPr>
        <w:t xml:space="preserve"> </w:t>
      </w:r>
      <w:r w:rsidR="002574DA" w:rsidRPr="002574DA">
        <w:rPr>
          <w:color w:val="000000"/>
          <w:sz w:val="28"/>
          <w:szCs w:val="28"/>
          <w:shd w:val="clear" w:color="auto" w:fill="FFFFFF"/>
        </w:rPr>
        <w:t>Утвердить Перечень кодов подвидов по видам доход</w:t>
      </w:r>
      <w:r w:rsidR="002574DA">
        <w:rPr>
          <w:color w:val="000000"/>
          <w:sz w:val="28"/>
          <w:szCs w:val="28"/>
          <w:shd w:val="clear" w:color="auto" w:fill="FFFFFF"/>
        </w:rPr>
        <w:t xml:space="preserve">ов бюджета </w:t>
      </w:r>
      <w:r w:rsidR="00655215" w:rsidRPr="00655215">
        <w:rPr>
          <w:sz w:val="28"/>
          <w:szCs w:val="28"/>
        </w:rPr>
        <w:t>Пожарского муниципального окру</w:t>
      </w:r>
      <w:r w:rsidR="002574DA">
        <w:rPr>
          <w:sz w:val="28"/>
          <w:szCs w:val="28"/>
        </w:rPr>
        <w:t xml:space="preserve">га Приморского края, главными администраторами которых являются органы местного самоуправления </w:t>
      </w:r>
      <w:r w:rsidR="002574DA" w:rsidRPr="002574DA">
        <w:rPr>
          <w:sz w:val="28"/>
          <w:szCs w:val="28"/>
        </w:rPr>
        <w:t>Пожарского муниципального округа Приморского края</w:t>
      </w:r>
      <w:r w:rsidR="002574DA">
        <w:rPr>
          <w:sz w:val="28"/>
          <w:szCs w:val="28"/>
        </w:rPr>
        <w:t xml:space="preserve"> согласно </w:t>
      </w:r>
      <w:r w:rsidR="008C5047">
        <w:rPr>
          <w:sz w:val="28"/>
          <w:szCs w:val="28"/>
        </w:rPr>
        <w:t>П</w:t>
      </w:r>
      <w:r w:rsidR="002574DA">
        <w:rPr>
          <w:sz w:val="28"/>
          <w:szCs w:val="28"/>
        </w:rPr>
        <w:t xml:space="preserve">риложению </w:t>
      </w:r>
      <w:r w:rsidR="00AC624F">
        <w:rPr>
          <w:sz w:val="28"/>
          <w:szCs w:val="28"/>
        </w:rPr>
        <w:t xml:space="preserve">1 </w:t>
      </w:r>
      <w:r w:rsidR="002574DA">
        <w:rPr>
          <w:sz w:val="28"/>
          <w:szCs w:val="28"/>
        </w:rPr>
        <w:t>к настоящему постановлению.</w:t>
      </w:r>
    </w:p>
    <w:p w14:paraId="22AE9C1D" w14:textId="13DFCFE0" w:rsidR="00A61D40" w:rsidRPr="008172BE" w:rsidRDefault="00A61D40" w:rsidP="00A61D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172B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8172BE">
        <w:rPr>
          <w:sz w:val="28"/>
          <w:szCs w:val="28"/>
        </w:rPr>
        <w:t xml:space="preserve">  2.   Н</w:t>
      </w:r>
      <w:r w:rsidR="000F3D55">
        <w:rPr>
          <w:sz w:val="28"/>
          <w:szCs w:val="28"/>
        </w:rPr>
        <w:t>астоящее постановление</w:t>
      </w:r>
      <w:r w:rsidRPr="008172BE">
        <w:rPr>
          <w:sz w:val="28"/>
          <w:szCs w:val="28"/>
        </w:rPr>
        <w:t xml:space="preserve"> вступает в силу </w:t>
      </w:r>
      <w:r w:rsidR="000F3D55">
        <w:rPr>
          <w:sz w:val="28"/>
          <w:szCs w:val="28"/>
        </w:rPr>
        <w:t>со дня подписания</w:t>
      </w:r>
      <w:r w:rsidRPr="008172BE">
        <w:rPr>
          <w:sz w:val="28"/>
          <w:szCs w:val="28"/>
        </w:rPr>
        <w:t>.</w:t>
      </w:r>
    </w:p>
    <w:p w14:paraId="22F9C5E8" w14:textId="1FA7C101" w:rsidR="003B748C" w:rsidRPr="00DD1AD2" w:rsidRDefault="00A61D40" w:rsidP="00A61D4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748C" w:rsidRPr="00DD1AD2">
        <w:rPr>
          <w:sz w:val="28"/>
          <w:szCs w:val="28"/>
        </w:rPr>
        <w:t xml:space="preserve">3. </w:t>
      </w:r>
      <w:r w:rsidR="008742F4" w:rsidRPr="00DD1AD2">
        <w:rPr>
          <w:sz w:val="28"/>
          <w:szCs w:val="28"/>
        </w:rPr>
        <w:t xml:space="preserve">Отделу информационных технологий администрации Пожарского муниципального округа разместить настоящее постановление на официальном сайте администрации Пожарского муниципального </w:t>
      </w:r>
      <w:r w:rsidR="00287084" w:rsidRPr="00DD1AD2">
        <w:rPr>
          <w:sz w:val="28"/>
          <w:szCs w:val="28"/>
        </w:rPr>
        <w:t xml:space="preserve">округа </w:t>
      </w:r>
      <w:r w:rsidR="008742F4" w:rsidRPr="00DD1AD2">
        <w:rPr>
          <w:sz w:val="28"/>
          <w:szCs w:val="28"/>
        </w:rPr>
        <w:t>Приморского края.</w:t>
      </w:r>
    </w:p>
    <w:p w14:paraId="00498493" w14:textId="0D9CE11D" w:rsidR="00EA7E8E" w:rsidRPr="00DD1AD2" w:rsidRDefault="002C2A39" w:rsidP="002C2A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D1AD2">
        <w:rPr>
          <w:bCs/>
          <w:sz w:val="28"/>
          <w:szCs w:val="28"/>
        </w:rPr>
        <w:lastRenderedPageBreak/>
        <w:t xml:space="preserve">4.  Контроль за исполнением настоящего постановления </w:t>
      </w:r>
      <w:r w:rsidR="00A61D40">
        <w:rPr>
          <w:bCs/>
          <w:sz w:val="28"/>
          <w:szCs w:val="28"/>
        </w:rPr>
        <w:t>возложить на начальника финансового управления администрации Пожарского муниципального округа Приморского края.</w:t>
      </w:r>
    </w:p>
    <w:p w14:paraId="1F6FB95F" w14:textId="77777777" w:rsidR="00D56719" w:rsidRDefault="00D56719" w:rsidP="00D567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680B8150" w14:textId="77777777" w:rsidR="00B4592A" w:rsidRPr="00701DA1" w:rsidRDefault="00B4592A" w:rsidP="00D567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1C272D4F" w14:textId="70B89594" w:rsidR="00D56719" w:rsidRPr="00DD1AD2" w:rsidRDefault="00052C44" w:rsidP="00DD1AD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A231A6">
        <w:rPr>
          <w:sz w:val="28"/>
          <w:szCs w:val="28"/>
        </w:rPr>
        <w:t xml:space="preserve"> </w:t>
      </w:r>
      <w:r>
        <w:rPr>
          <w:sz w:val="28"/>
          <w:szCs w:val="28"/>
        </w:rPr>
        <w:t>главы</w:t>
      </w:r>
      <w:r w:rsidR="00746073" w:rsidRPr="00DD1AD2">
        <w:rPr>
          <w:sz w:val="28"/>
          <w:szCs w:val="28"/>
        </w:rPr>
        <w:t xml:space="preserve"> </w:t>
      </w:r>
      <w:r w:rsidR="00287084" w:rsidRPr="00DD1AD2">
        <w:rPr>
          <w:sz w:val="28"/>
          <w:szCs w:val="28"/>
        </w:rPr>
        <w:t xml:space="preserve">Пожарского муниципального </w:t>
      </w:r>
      <w:r w:rsidR="00746073" w:rsidRPr="00DD1AD2">
        <w:rPr>
          <w:sz w:val="28"/>
          <w:szCs w:val="28"/>
        </w:rPr>
        <w:t xml:space="preserve">округа        </w:t>
      </w:r>
      <w:r w:rsidR="00287084" w:rsidRPr="00DD1AD2">
        <w:rPr>
          <w:sz w:val="28"/>
          <w:szCs w:val="28"/>
        </w:rPr>
        <w:t xml:space="preserve">   </w:t>
      </w:r>
      <w:r w:rsidR="00A231A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А.М.</w:t>
      </w:r>
      <w:r w:rsidR="00A231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Пуцик</w:t>
      </w:r>
      <w:proofErr w:type="spellEnd"/>
    </w:p>
    <w:p w14:paraId="2601EF9D" w14:textId="04EDB5D2" w:rsidR="00C215DE" w:rsidRPr="00DD1AD2" w:rsidRDefault="00C215DE" w:rsidP="00D56719">
      <w:pPr>
        <w:rPr>
          <w:sz w:val="28"/>
          <w:szCs w:val="28"/>
        </w:rPr>
      </w:pPr>
    </w:p>
    <w:p w14:paraId="2E64E055" w14:textId="6EFED956" w:rsidR="00746073" w:rsidRPr="00DD1AD2" w:rsidRDefault="00746073" w:rsidP="00D56719">
      <w:pPr>
        <w:rPr>
          <w:sz w:val="28"/>
          <w:szCs w:val="28"/>
        </w:rPr>
      </w:pPr>
    </w:p>
    <w:p w14:paraId="41E4993D" w14:textId="79D7850F" w:rsidR="00746073" w:rsidRPr="00DD1AD2" w:rsidRDefault="00746073" w:rsidP="00D56719">
      <w:pPr>
        <w:rPr>
          <w:sz w:val="28"/>
          <w:szCs w:val="28"/>
        </w:rPr>
      </w:pPr>
    </w:p>
    <w:p w14:paraId="5C1890BA" w14:textId="35750836" w:rsidR="00746073" w:rsidRPr="00DD1AD2" w:rsidRDefault="00746073" w:rsidP="00D56719">
      <w:pPr>
        <w:rPr>
          <w:sz w:val="28"/>
          <w:szCs w:val="28"/>
        </w:rPr>
      </w:pPr>
    </w:p>
    <w:p w14:paraId="65C8D4E2" w14:textId="649BD710" w:rsidR="00746073" w:rsidRPr="00DD1AD2" w:rsidRDefault="00746073" w:rsidP="00D56719">
      <w:pPr>
        <w:rPr>
          <w:sz w:val="28"/>
          <w:szCs w:val="28"/>
        </w:rPr>
      </w:pPr>
    </w:p>
    <w:p w14:paraId="49966F68" w14:textId="2B3CC685" w:rsidR="00746073" w:rsidRPr="00DD1AD2" w:rsidRDefault="00746073" w:rsidP="00D56719">
      <w:pPr>
        <w:rPr>
          <w:sz w:val="28"/>
          <w:szCs w:val="28"/>
        </w:rPr>
      </w:pPr>
    </w:p>
    <w:p w14:paraId="3CA6DC01" w14:textId="6852E11C" w:rsidR="00746073" w:rsidRPr="00DD1AD2" w:rsidRDefault="00746073" w:rsidP="00D56719">
      <w:pPr>
        <w:rPr>
          <w:sz w:val="28"/>
          <w:szCs w:val="28"/>
        </w:rPr>
      </w:pPr>
    </w:p>
    <w:p w14:paraId="0DC14EB2" w14:textId="77777777" w:rsidR="00746073" w:rsidRDefault="00746073" w:rsidP="00D56719">
      <w:pPr>
        <w:rPr>
          <w:sz w:val="28"/>
          <w:szCs w:val="28"/>
        </w:rPr>
      </w:pPr>
    </w:p>
    <w:p w14:paraId="5390FFBD" w14:textId="77777777" w:rsidR="007163F5" w:rsidRDefault="007163F5" w:rsidP="00D56719">
      <w:pPr>
        <w:rPr>
          <w:sz w:val="28"/>
          <w:szCs w:val="28"/>
        </w:rPr>
      </w:pPr>
    </w:p>
    <w:p w14:paraId="7CAFCE26" w14:textId="77777777" w:rsidR="007163F5" w:rsidRDefault="007163F5" w:rsidP="00D56719">
      <w:pPr>
        <w:rPr>
          <w:sz w:val="28"/>
          <w:szCs w:val="28"/>
        </w:rPr>
      </w:pPr>
    </w:p>
    <w:p w14:paraId="7F84757F" w14:textId="77777777" w:rsidR="007163F5" w:rsidRDefault="007163F5" w:rsidP="00D56719">
      <w:pPr>
        <w:rPr>
          <w:sz w:val="28"/>
          <w:szCs w:val="28"/>
        </w:rPr>
      </w:pPr>
    </w:p>
    <w:p w14:paraId="179C8658" w14:textId="77777777" w:rsidR="007163F5" w:rsidRDefault="007163F5" w:rsidP="00D56719">
      <w:pPr>
        <w:rPr>
          <w:sz w:val="28"/>
          <w:szCs w:val="28"/>
        </w:rPr>
      </w:pPr>
    </w:p>
    <w:p w14:paraId="6ADAA586" w14:textId="77777777" w:rsidR="007163F5" w:rsidRDefault="007163F5" w:rsidP="00D56719">
      <w:pPr>
        <w:rPr>
          <w:sz w:val="28"/>
          <w:szCs w:val="28"/>
        </w:rPr>
      </w:pPr>
    </w:p>
    <w:p w14:paraId="610CF16D" w14:textId="77777777" w:rsidR="007163F5" w:rsidRDefault="007163F5" w:rsidP="00D56719">
      <w:pPr>
        <w:rPr>
          <w:sz w:val="28"/>
          <w:szCs w:val="28"/>
        </w:rPr>
      </w:pPr>
    </w:p>
    <w:p w14:paraId="4896C43B" w14:textId="77777777" w:rsidR="007163F5" w:rsidRDefault="007163F5" w:rsidP="00D56719">
      <w:pPr>
        <w:rPr>
          <w:sz w:val="28"/>
          <w:szCs w:val="28"/>
        </w:rPr>
      </w:pPr>
    </w:p>
    <w:p w14:paraId="5AF2D8E8" w14:textId="77777777" w:rsidR="007163F5" w:rsidRDefault="007163F5" w:rsidP="00D56719">
      <w:pPr>
        <w:rPr>
          <w:sz w:val="28"/>
          <w:szCs w:val="28"/>
        </w:rPr>
      </w:pPr>
    </w:p>
    <w:p w14:paraId="31783571" w14:textId="77777777" w:rsidR="007163F5" w:rsidRDefault="007163F5" w:rsidP="00D56719">
      <w:pPr>
        <w:rPr>
          <w:sz w:val="28"/>
          <w:szCs w:val="28"/>
        </w:rPr>
      </w:pPr>
    </w:p>
    <w:p w14:paraId="6BA6FEDF" w14:textId="77777777" w:rsidR="007163F5" w:rsidRDefault="007163F5" w:rsidP="00D56719">
      <w:pPr>
        <w:rPr>
          <w:sz w:val="28"/>
          <w:szCs w:val="28"/>
        </w:rPr>
      </w:pPr>
    </w:p>
    <w:p w14:paraId="008CB484" w14:textId="77777777" w:rsidR="007163F5" w:rsidRDefault="007163F5" w:rsidP="00D56719">
      <w:pPr>
        <w:rPr>
          <w:sz w:val="28"/>
          <w:szCs w:val="28"/>
        </w:rPr>
      </w:pPr>
    </w:p>
    <w:p w14:paraId="30F5D70A" w14:textId="77777777" w:rsidR="007163F5" w:rsidRDefault="007163F5" w:rsidP="00D56719">
      <w:pPr>
        <w:rPr>
          <w:sz w:val="28"/>
          <w:szCs w:val="28"/>
        </w:rPr>
      </w:pPr>
    </w:p>
    <w:p w14:paraId="62475F1E" w14:textId="77777777" w:rsidR="007163F5" w:rsidRDefault="007163F5" w:rsidP="00D56719">
      <w:pPr>
        <w:rPr>
          <w:sz w:val="28"/>
          <w:szCs w:val="28"/>
        </w:rPr>
      </w:pPr>
    </w:p>
    <w:p w14:paraId="6718E7FC" w14:textId="77777777" w:rsidR="007163F5" w:rsidRDefault="007163F5" w:rsidP="00D56719">
      <w:pPr>
        <w:rPr>
          <w:sz w:val="28"/>
          <w:szCs w:val="28"/>
        </w:rPr>
      </w:pPr>
    </w:p>
    <w:p w14:paraId="4188AE3A" w14:textId="77777777" w:rsidR="007163F5" w:rsidRDefault="007163F5" w:rsidP="00D56719">
      <w:pPr>
        <w:rPr>
          <w:sz w:val="28"/>
          <w:szCs w:val="28"/>
        </w:rPr>
      </w:pPr>
    </w:p>
    <w:p w14:paraId="3390AE54" w14:textId="77777777" w:rsidR="007163F5" w:rsidRDefault="007163F5" w:rsidP="00D56719">
      <w:pPr>
        <w:rPr>
          <w:sz w:val="28"/>
          <w:szCs w:val="28"/>
        </w:rPr>
      </w:pPr>
    </w:p>
    <w:p w14:paraId="507C9C63" w14:textId="77777777" w:rsidR="007163F5" w:rsidRDefault="007163F5" w:rsidP="00D56719">
      <w:pPr>
        <w:rPr>
          <w:sz w:val="28"/>
          <w:szCs w:val="28"/>
        </w:rPr>
      </w:pPr>
    </w:p>
    <w:p w14:paraId="578873EE" w14:textId="77777777" w:rsidR="007163F5" w:rsidRDefault="007163F5" w:rsidP="00D56719">
      <w:pPr>
        <w:rPr>
          <w:sz w:val="28"/>
          <w:szCs w:val="28"/>
        </w:rPr>
      </w:pPr>
    </w:p>
    <w:p w14:paraId="28D455DE" w14:textId="77777777" w:rsidR="007163F5" w:rsidRDefault="007163F5" w:rsidP="00D56719">
      <w:pPr>
        <w:rPr>
          <w:sz w:val="28"/>
          <w:szCs w:val="28"/>
        </w:rPr>
      </w:pPr>
    </w:p>
    <w:p w14:paraId="74EEE868" w14:textId="77777777" w:rsidR="007163F5" w:rsidRDefault="007163F5" w:rsidP="00D56719">
      <w:pPr>
        <w:rPr>
          <w:sz w:val="28"/>
          <w:szCs w:val="28"/>
        </w:rPr>
      </w:pPr>
    </w:p>
    <w:p w14:paraId="0C56D7EB" w14:textId="77777777" w:rsidR="007163F5" w:rsidRDefault="007163F5" w:rsidP="00D56719">
      <w:pPr>
        <w:rPr>
          <w:sz w:val="28"/>
          <w:szCs w:val="28"/>
        </w:rPr>
      </w:pPr>
    </w:p>
    <w:p w14:paraId="7AA608D7" w14:textId="77777777" w:rsidR="007163F5" w:rsidRDefault="007163F5" w:rsidP="00D56719">
      <w:pPr>
        <w:rPr>
          <w:sz w:val="28"/>
          <w:szCs w:val="28"/>
        </w:rPr>
      </w:pPr>
    </w:p>
    <w:p w14:paraId="4EAE2255" w14:textId="77777777" w:rsidR="007163F5" w:rsidRDefault="007163F5" w:rsidP="00D56719">
      <w:pPr>
        <w:rPr>
          <w:sz w:val="28"/>
          <w:szCs w:val="28"/>
        </w:rPr>
      </w:pPr>
    </w:p>
    <w:p w14:paraId="0967E508" w14:textId="77777777" w:rsidR="007163F5" w:rsidRDefault="007163F5" w:rsidP="00D56719">
      <w:pPr>
        <w:rPr>
          <w:sz w:val="28"/>
          <w:szCs w:val="28"/>
        </w:rPr>
      </w:pPr>
    </w:p>
    <w:p w14:paraId="71CA28B0" w14:textId="77777777" w:rsidR="007163F5" w:rsidRDefault="007163F5" w:rsidP="00D56719">
      <w:pPr>
        <w:rPr>
          <w:sz w:val="28"/>
          <w:szCs w:val="28"/>
        </w:rPr>
      </w:pPr>
    </w:p>
    <w:p w14:paraId="7387DE65" w14:textId="77777777" w:rsidR="007163F5" w:rsidRDefault="007163F5" w:rsidP="00D56719">
      <w:pPr>
        <w:rPr>
          <w:sz w:val="28"/>
          <w:szCs w:val="28"/>
        </w:rPr>
      </w:pPr>
    </w:p>
    <w:p w14:paraId="3E6BCFA3" w14:textId="77777777" w:rsidR="007163F5" w:rsidRDefault="007163F5" w:rsidP="00D56719">
      <w:pPr>
        <w:rPr>
          <w:sz w:val="28"/>
          <w:szCs w:val="28"/>
        </w:rPr>
      </w:pPr>
    </w:p>
    <w:p w14:paraId="49097F4C" w14:textId="77777777" w:rsidR="007163F5" w:rsidRDefault="007163F5" w:rsidP="00D56719">
      <w:pPr>
        <w:rPr>
          <w:sz w:val="28"/>
          <w:szCs w:val="28"/>
        </w:rPr>
      </w:pPr>
    </w:p>
    <w:p w14:paraId="0C6573B5" w14:textId="77777777" w:rsidR="007163F5" w:rsidRDefault="007163F5" w:rsidP="00D56719">
      <w:pPr>
        <w:rPr>
          <w:sz w:val="28"/>
          <w:szCs w:val="28"/>
        </w:rPr>
      </w:pPr>
    </w:p>
    <w:p w14:paraId="2B14AC37" w14:textId="77777777" w:rsidR="007163F5" w:rsidRDefault="007163F5" w:rsidP="00D56719">
      <w:pPr>
        <w:rPr>
          <w:sz w:val="28"/>
          <w:szCs w:val="28"/>
        </w:rPr>
      </w:pPr>
    </w:p>
    <w:p w14:paraId="531F7C11" w14:textId="77777777" w:rsidR="007163F5" w:rsidRDefault="007163F5" w:rsidP="00D56719">
      <w:pPr>
        <w:rPr>
          <w:sz w:val="28"/>
          <w:szCs w:val="28"/>
        </w:rPr>
      </w:pPr>
    </w:p>
    <w:p w14:paraId="79E779F4" w14:textId="77777777" w:rsidR="007163F5" w:rsidRDefault="007163F5" w:rsidP="00D56719">
      <w:pPr>
        <w:rPr>
          <w:sz w:val="28"/>
          <w:szCs w:val="28"/>
        </w:rPr>
      </w:pPr>
    </w:p>
    <w:p w14:paraId="7325AC1D" w14:textId="1C49098B" w:rsidR="007163F5" w:rsidRDefault="007163F5" w:rsidP="000A03D3">
      <w:pPr>
        <w:spacing w:line="360" w:lineRule="atLeast"/>
        <w:ind w:left="5245"/>
        <w:jc w:val="center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Приложение </w:t>
      </w:r>
      <w:r w:rsidR="00AC624F">
        <w:rPr>
          <w:sz w:val="28"/>
          <w:szCs w:val="26"/>
        </w:rPr>
        <w:t>1</w:t>
      </w:r>
    </w:p>
    <w:p w14:paraId="06C3179C" w14:textId="4AF3C0C6" w:rsidR="00AC624F" w:rsidRDefault="007163F5" w:rsidP="000A03D3">
      <w:pPr>
        <w:spacing w:line="360" w:lineRule="atLeast"/>
        <w:ind w:left="5245"/>
        <w:jc w:val="center"/>
        <w:rPr>
          <w:sz w:val="28"/>
          <w:szCs w:val="26"/>
        </w:rPr>
      </w:pPr>
      <w:proofErr w:type="gramStart"/>
      <w:r>
        <w:rPr>
          <w:sz w:val="28"/>
          <w:szCs w:val="26"/>
        </w:rPr>
        <w:t xml:space="preserve">к  </w:t>
      </w:r>
      <w:r w:rsidR="00AC624F">
        <w:rPr>
          <w:sz w:val="28"/>
          <w:szCs w:val="26"/>
        </w:rPr>
        <w:t>постановлению</w:t>
      </w:r>
      <w:proofErr w:type="gramEnd"/>
      <w:r w:rsidR="00AC624F">
        <w:rPr>
          <w:sz w:val="28"/>
          <w:szCs w:val="26"/>
        </w:rPr>
        <w:t xml:space="preserve"> а</w:t>
      </w:r>
      <w:r>
        <w:rPr>
          <w:sz w:val="28"/>
          <w:szCs w:val="26"/>
        </w:rPr>
        <w:t>дминистрации</w:t>
      </w:r>
    </w:p>
    <w:p w14:paraId="750BA89E" w14:textId="5534E27E" w:rsidR="00AC624F" w:rsidRDefault="007163F5" w:rsidP="000A03D3">
      <w:pPr>
        <w:spacing w:line="360" w:lineRule="atLeast"/>
        <w:ind w:left="5245"/>
        <w:jc w:val="center"/>
        <w:rPr>
          <w:sz w:val="28"/>
          <w:szCs w:val="26"/>
        </w:rPr>
      </w:pPr>
      <w:r>
        <w:rPr>
          <w:sz w:val="28"/>
          <w:szCs w:val="26"/>
        </w:rPr>
        <w:t>Пожарского муниципального</w:t>
      </w:r>
    </w:p>
    <w:p w14:paraId="39DDDE6D" w14:textId="68E1CDBE" w:rsidR="007163F5" w:rsidRDefault="00AC624F" w:rsidP="000A03D3">
      <w:pPr>
        <w:spacing w:line="360" w:lineRule="atLeast"/>
        <w:ind w:left="5245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округа </w:t>
      </w:r>
      <w:bookmarkStart w:id="2" w:name="_GoBack"/>
      <w:bookmarkEnd w:id="2"/>
      <w:r w:rsidR="007163F5">
        <w:rPr>
          <w:sz w:val="28"/>
          <w:szCs w:val="26"/>
        </w:rPr>
        <w:t>Приморского края</w:t>
      </w:r>
    </w:p>
    <w:p w14:paraId="0FAACB2D" w14:textId="402666F8" w:rsidR="007163F5" w:rsidRPr="007163F5" w:rsidRDefault="007163F5" w:rsidP="000A03D3">
      <w:pPr>
        <w:spacing w:line="360" w:lineRule="atLeast"/>
        <w:ind w:left="5245"/>
        <w:jc w:val="center"/>
        <w:rPr>
          <w:sz w:val="28"/>
          <w:szCs w:val="26"/>
        </w:rPr>
      </w:pPr>
      <w:r w:rsidRPr="007163F5">
        <w:rPr>
          <w:sz w:val="28"/>
          <w:szCs w:val="26"/>
        </w:rPr>
        <w:t xml:space="preserve">от </w:t>
      </w:r>
      <w:proofErr w:type="gramStart"/>
      <w:r w:rsidR="000A03D3">
        <w:rPr>
          <w:sz w:val="28"/>
          <w:szCs w:val="26"/>
        </w:rPr>
        <w:t>03.05.2024</w:t>
      </w:r>
      <w:r w:rsidRPr="007163F5">
        <w:rPr>
          <w:sz w:val="28"/>
          <w:szCs w:val="26"/>
        </w:rPr>
        <w:t xml:space="preserve">  </w:t>
      </w:r>
      <w:r w:rsidRPr="00AC624F">
        <w:rPr>
          <w:sz w:val="28"/>
          <w:szCs w:val="26"/>
        </w:rPr>
        <w:t>№</w:t>
      </w:r>
      <w:proofErr w:type="gramEnd"/>
      <w:r w:rsidR="000A03D3">
        <w:rPr>
          <w:sz w:val="28"/>
          <w:szCs w:val="26"/>
        </w:rPr>
        <w:t xml:space="preserve"> 418-па</w:t>
      </w:r>
    </w:p>
    <w:p w14:paraId="26412D14" w14:textId="77777777" w:rsidR="007163F5" w:rsidRDefault="007163F5" w:rsidP="000A03D3">
      <w:pPr>
        <w:spacing w:line="360" w:lineRule="atLeast"/>
        <w:ind w:left="5245"/>
        <w:jc w:val="center"/>
        <w:rPr>
          <w:sz w:val="28"/>
          <w:szCs w:val="26"/>
        </w:rPr>
      </w:pPr>
    </w:p>
    <w:p w14:paraId="0259E231" w14:textId="77777777" w:rsidR="00AC624F" w:rsidRDefault="00AC624F" w:rsidP="007163F5">
      <w:pPr>
        <w:spacing w:line="360" w:lineRule="atLeast"/>
        <w:jc w:val="right"/>
        <w:rPr>
          <w:sz w:val="28"/>
          <w:szCs w:val="26"/>
        </w:rPr>
      </w:pPr>
    </w:p>
    <w:p w14:paraId="2D6B26CB" w14:textId="77777777" w:rsidR="007163F5" w:rsidRDefault="007163F5" w:rsidP="007163F5">
      <w:pPr>
        <w:spacing w:line="360" w:lineRule="atLeast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Перечень </w:t>
      </w:r>
    </w:p>
    <w:p w14:paraId="02BBFB03" w14:textId="4B2F9DA6" w:rsidR="007163F5" w:rsidRPr="0083005F" w:rsidRDefault="007163F5" w:rsidP="007163F5">
      <w:pPr>
        <w:spacing w:line="360" w:lineRule="atLeast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кодов подвидов по видам доходов бюджета </w:t>
      </w:r>
      <w:r w:rsidR="00380B15">
        <w:rPr>
          <w:sz w:val="28"/>
          <w:szCs w:val="26"/>
        </w:rPr>
        <w:t xml:space="preserve">Пожарского </w:t>
      </w:r>
      <w:r>
        <w:rPr>
          <w:sz w:val="28"/>
          <w:szCs w:val="26"/>
        </w:rPr>
        <w:t xml:space="preserve">муниципального округа, главными администраторами которых являются органы местного самоуправления Пожарского </w:t>
      </w:r>
      <w:r w:rsidRPr="0083005F">
        <w:rPr>
          <w:sz w:val="28"/>
          <w:szCs w:val="26"/>
        </w:rPr>
        <w:t>муниципального округа</w:t>
      </w:r>
    </w:p>
    <w:p w14:paraId="00995D96" w14:textId="77777777" w:rsidR="007163F5" w:rsidRPr="0083005F" w:rsidRDefault="007163F5" w:rsidP="007163F5">
      <w:pPr>
        <w:spacing w:line="360" w:lineRule="atLeast"/>
        <w:jc w:val="center"/>
        <w:rPr>
          <w:sz w:val="28"/>
          <w:szCs w:val="26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8228"/>
      </w:tblGrid>
      <w:tr w:rsidR="007163F5" w:rsidRPr="0083005F" w14:paraId="2AE39B30" w14:textId="77777777" w:rsidTr="007163F5">
        <w:trPr>
          <w:trHeight w:val="508"/>
        </w:trPr>
        <w:tc>
          <w:tcPr>
            <w:tcW w:w="9782" w:type="dxa"/>
            <w:gridSpan w:val="2"/>
            <w:shd w:val="clear" w:color="auto" w:fill="auto"/>
            <w:vAlign w:val="center"/>
          </w:tcPr>
          <w:p w14:paraId="50FA3C2E" w14:textId="77777777" w:rsidR="007163F5" w:rsidRPr="00411B91" w:rsidRDefault="007163F5" w:rsidP="003E3D88">
            <w:pPr>
              <w:jc w:val="center"/>
              <w:rPr>
                <w:b/>
                <w:sz w:val="28"/>
                <w:szCs w:val="28"/>
              </w:rPr>
            </w:pPr>
            <w:r w:rsidRPr="00411B91">
              <w:rPr>
                <w:b/>
                <w:spacing w:val="20"/>
                <w:sz w:val="28"/>
                <w:szCs w:val="28"/>
              </w:rPr>
              <w:t xml:space="preserve">Код бюджетной классификации </w:t>
            </w:r>
            <w:proofErr w:type="gramStart"/>
            <w:r w:rsidRPr="00411B91">
              <w:rPr>
                <w:b/>
                <w:spacing w:val="20"/>
                <w:sz w:val="28"/>
                <w:szCs w:val="28"/>
              </w:rPr>
              <w:t>доходов  1</w:t>
            </w:r>
            <w:proofErr w:type="gramEnd"/>
            <w:r w:rsidRPr="00411B91">
              <w:rPr>
                <w:b/>
                <w:spacing w:val="20"/>
                <w:sz w:val="28"/>
                <w:szCs w:val="28"/>
              </w:rPr>
              <w:t xml:space="preserve"> 17 05040 14 0000 180</w:t>
            </w:r>
          </w:p>
        </w:tc>
      </w:tr>
      <w:tr w:rsidR="007163F5" w:rsidRPr="004D1CFE" w14:paraId="1B41A572" w14:textId="77777777" w:rsidTr="007163F5">
        <w:tc>
          <w:tcPr>
            <w:tcW w:w="1554" w:type="dxa"/>
            <w:shd w:val="clear" w:color="auto" w:fill="auto"/>
          </w:tcPr>
          <w:p w14:paraId="78C5382E" w14:textId="7AC0F497" w:rsidR="007163F5" w:rsidRPr="00A62510" w:rsidRDefault="007163F5" w:rsidP="007163F5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0200</w:t>
            </w:r>
            <w:r w:rsidRPr="00A62510">
              <w:rPr>
                <w:sz w:val="28"/>
                <w:szCs w:val="28"/>
              </w:rPr>
              <w:t xml:space="preserve"> 180</w:t>
            </w:r>
          </w:p>
        </w:tc>
        <w:tc>
          <w:tcPr>
            <w:tcW w:w="8228" w:type="dxa"/>
            <w:shd w:val="clear" w:color="auto" w:fill="auto"/>
            <w:vAlign w:val="center"/>
          </w:tcPr>
          <w:p w14:paraId="4109424F" w14:textId="64CE824C" w:rsidR="007163F5" w:rsidRPr="003E72AA" w:rsidRDefault="007163F5" w:rsidP="007163F5">
            <w:pPr>
              <w:rPr>
                <w:color w:val="000000"/>
                <w:sz w:val="28"/>
                <w:szCs w:val="28"/>
              </w:rPr>
            </w:pPr>
            <w:r w:rsidRPr="007163F5">
              <w:rPr>
                <w:color w:val="000000"/>
                <w:sz w:val="28"/>
                <w:szCs w:val="28"/>
              </w:rPr>
              <w:t>- Прочие неналоговые доходы бюджетов муниципальных округов (плата за разрешение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сервитута).</w:t>
            </w:r>
          </w:p>
        </w:tc>
      </w:tr>
    </w:tbl>
    <w:p w14:paraId="403E876B" w14:textId="77777777" w:rsidR="007163F5" w:rsidRPr="00DD1AD2" w:rsidRDefault="007163F5" w:rsidP="00D56719">
      <w:pPr>
        <w:rPr>
          <w:sz w:val="28"/>
          <w:szCs w:val="28"/>
        </w:rPr>
      </w:pPr>
    </w:p>
    <w:sectPr w:rsidR="007163F5" w:rsidRPr="00DD1AD2" w:rsidSect="007905B1">
      <w:pgSz w:w="11906" w:h="16838"/>
      <w:pgMar w:top="539" w:right="851" w:bottom="568" w:left="170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65D58" w14:textId="77777777" w:rsidR="007905B1" w:rsidRDefault="007905B1" w:rsidP="007905B1">
      <w:r>
        <w:separator/>
      </w:r>
    </w:p>
  </w:endnote>
  <w:endnote w:type="continuationSeparator" w:id="0">
    <w:p w14:paraId="5B743FD1" w14:textId="77777777" w:rsidR="007905B1" w:rsidRDefault="007905B1" w:rsidP="0079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02EAE" w14:textId="77777777" w:rsidR="007905B1" w:rsidRDefault="007905B1" w:rsidP="007905B1">
      <w:r>
        <w:separator/>
      </w:r>
    </w:p>
  </w:footnote>
  <w:footnote w:type="continuationSeparator" w:id="0">
    <w:p w14:paraId="063D7826" w14:textId="77777777" w:rsidR="007905B1" w:rsidRDefault="007905B1" w:rsidP="0079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96C7B"/>
    <w:multiLevelType w:val="multilevel"/>
    <w:tmpl w:val="79F632D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4406B"/>
    <w:multiLevelType w:val="multilevel"/>
    <w:tmpl w:val="BEF8D3E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E4864"/>
    <w:multiLevelType w:val="hybridMultilevel"/>
    <w:tmpl w:val="AA2E275E"/>
    <w:lvl w:ilvl="0" w:tplc="5F98D5C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F60DB1"/>
    <w:multiLevelType w:val="hybridMultilevel"/>
    <w:tmpl w:val="3FB6B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40A74"/>
    <w:multiLevelType w:val="hybridMultilevel"/>
    <w:tmpl w:val="EC2E3F02"/>
    <w:lvl w:ilvl="0" w:tplc="8A381326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B074A"/>
    <w:multiLevelType w:val="multilevel"/>
    <w:tmpl w:val="3F8A1E6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4D0520"/>
    <w:multiLevelType w:val="hybridMultilevel"/>
    <w:tmpl w:val="D3E24014"/>
    <w:lvl w:ilvl="0" w:tplc="B4D0260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A615AA"/>
    <w:multiLevelType w:val="hybridMultilevel"/>
    <w:tmpl w:val="16D6930C"/>
    <w:lvl w:ilvl="0" w:tplc="5F92B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D168EF"/>
    <w:multiLevelType w:val="multilevel"/>
    <w:tmpl w:val="D8B8C2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AF6B7E"/>
    <w:multiLevelType w:val="hybridMultilevel"/>
    <w:tmpl w:val="B82E67F6"/>
    <w:lvl w:ilvl="0" w:tplc="7C8A1C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5B1989"/>
    <w:multiLevelType w:val="hybridMultilevel"/>
    <w:tmpl w:val="B330A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A3926"/>
    <w:multiLevelType w:val="hybridMultilevel"/>
    <w:tmpl w:val="72663734"/>
    <w:lvl w:ilvl="0" w:tplc="B470D5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82"/>
    <w:rsid w:val="00026850"/>
    <w:rsid w:val="00034338"/>
    <w:rsid w:val="00052C44"/>
    <w:rsid w:val="000769CB"/>
    <w:rsid w:val="0008450F"/>
    <w:rsid w:val="000A03D3"/>
    <w:rsid w:val="000A7C7D"/>
    <w:rsid w:val="000B3251"/>
    <w:rsid w:val="000B5C91"/>
    <w:rsid w:val="000D575C"/>
    <w:rsid w:val="000D622C"/>
    <w:rsid w:val="000D6CF6"/>
    <w:rsid w:val="000F0E03"/>
    <w:rsid w:val="000F3D55"/>
    <w:rsid w:val="00146A43"/>
    <w:rsid w:val="001565DC"/>
    <w:rsid w:val="00195B36"/>
    <w:rsid w:val="001E24D0"/>
    <w:rsid w:val="001E32F9"/>
    <w:rsid w:val="00211CD7"/>
    <w:rsid w:val="00214C2D"/>
    <w:rsid w:val="002574DA"/>
    <w:rsid w:val="002600FD"/>
    <w:rsid w:val="00266F97"/>
    <w:rsid w:val="00270689"/>
    <w:rsid w:val="002732BD"/>
    <w:rsid w:val="00287084"/>
    <w:rsid w:val="002A08FB"/>
    <w:rsid w:val="002B09F4"/>
    <w:rsid w:val="002B15D8"/>
    <w:rsid w:val="002C2A39"/>
    <w:rsid w:val="002C5262"/>
    <w:rsid w:val="002D0C8B"/>
    <w:rsid w:val="002D67B9"/>
    <w:rsid w:val="002E6EB2"/>
    <w:rsid w:val="002F0B66"/>
    <w:rsid w:val="002F5A17"/>
    <w:rsid w:val="00300E9B"/>
    <w:rsid w:val="0031717C"/>
    <w:rsid w:val="003201F0"/>
    <w:rsid w:val="00323E82"/>
    <w:rsid w:val="00325182"/>
    <w:rsid w:val="00331238"/>
    <w:rsid w:val="0035642C"/>
    <w:rsid w:val="003707C4"/>
    <w:rsid w:val="00380B15"/>
    <w:rsid w:val="00384B9F"/>
    <w:rsid w:val="00386D83"/>
    <w:rsid w:val="003935C5"/>
    <w:rsid w:val="003B4F22"/>
    <w:rsid w:val="003B748C"/>
    <w:rsid w:val="003E1F53"/>
    <w:rsid w:val="003F31B4"/>
    <w:rsid w:val="00401ECD"/>
    <w:rsid w:val="00431C29"/>
    <w:rsid w:val="00436738"/>
    <w:rsid w:val="00444AD8"/>
    <w:rsid w:val="004603FD"/>
    <w:rsid w:val="0047590E"/>
    <w:rsid w:val="00487DE6"/>
    <w:rsid w:val="00491629"/>
    <w:rsid w:val="004B2BA8"/>
    <w:rsid w:val="004F03FB"/>
    <w:rsid w:val="00530F0D"/>
    <w:rsid w:val="005B18C2"/>
    <w:rsid w:val="005B5727"/>
    <w:rsid w:val="005E6633"/>
    <w:rsid w:val="00620EBF"/>
    <w:rsid w:val="00637990"/>
    <w:rsid w:val="006502BA"/>
    <w:rsid w:val="00655215"/>
    <w:rsid w:val="00662292"/>
    <w:rsid w:val="00693365"/>
    <w:rsid w:val="0069703E"/>
    <w:rsid w:val="006C0A06"/>
    <w:rsid w:val="006D1192"/>
    <w:rsid w:val="006D49F4"/>
    <w:rsid w:val="006D57F8"/>
    <w:rsid w:val="006E3FD3"/>
    <w:rsid w:val="006F5E64"/>
    <w:rsid w:val="006F76C5"/>
    <w:rsid w:val="00701DA1"/>
    <w:rsid w:val="00704777"/>
    <w:rsid w:val="0070477E"/>
    <w:rsid w:val="00704CE3"/>
    <w:rsid w:val="007163F5"/>
    <w:rsid w:val="0073547F"/>
    <w:rsid w:val="00746073"/>
    <w:rsid w:val="007569A1"/>
    <w:rsid w:val="007832B1"/>
    <w:rsid w:val="00785A27"/>
    <w:rsid w:val="007905B1"/>
    <w:rsid w:val="007C1E4C"/>
    <w:rsid w:val="00821A22"/>
    <w:rsid w:val="008225EB"/>
    <w:rsid w:val="00850B17"/>
    <w:rsid w:val="0086733C"/>
    <w:rsid w:val="008728E1"/>
    <w:rsid w:val="00873FFD"/>
    <w:rsid w:val="008742F4"/>
    <w:rsid w:val="008A5B26"/>
    <w:rsid w:val="008A6B79"/>
    <w:rsid w:val="008C5047"/>
    <w:rsid w:val="008D2D82"/>
    <w:rsid w:val="008E6CFB"/>
    <w:rsid w:val="00901904"/>
    <w:rsid w:val="009028A8"/>
    <w:rsid w:val="009421B4"/>
    <w:rsid w:val="00960751"/>
    <w:rsid w:val="009678FE"/>
    <w:rsid w:val="00980FA7"/>
    <w:rsid w:val="009C1242"/>
    <w:rsid w:val="009D0E60"/>
    <w:rsid w:val="009D3ADC"/>
    <w:rsid w:val="009F53FD"/>
    <w:rsid w:val="00A13E63"/>
    <w:rsid w:val="00A231A6"/>
    <w:rsid w:val="00A61D40"/>
    <w:rsid w:val="00A73159"/>
    <w:rsid w:val="00A76FA9"/>
    <w:rsid w:val="00AA4350"/>
    <w:rsid w:val="00AC624F"/>
    <w:rsid w:val="00AF3CBE"/>
    <w:rsid w:val="00AF5231"/>
    <w:rsid w:val="00AF5290"/>
    <w:rsid w:val="00B050F7"/>
    <w:rsid w:val="00B30F26"/>
    <w:rsid w:val="00B4592A"/>
    <w:rsid w:val="00B8095C"/>
    <w:rsid w:val="00B93FAF"/>
    <w:rsid w:val="00BA2522"/>
    <w:rsid w:val="00BA3D84"/>
    <w:rsid w:val="00BA7B81"/>
    <w:rsid w:val="00BB0753"/>
    <w:rsid w:val="00BB443C"/>
    <w:rsid w:val="00BC0ED4"/>
    <w:rsid w:val="00BC1578"/>
    <w:rsid w:val="00BD2E72"/>
    <w:rsid w:val="00BD7EF0"/>
    <w:rsid w:val="00BF2D5F"/>
    <w:rsid w:val="00C05324"/>
    <w:rsid w:val="00C05384"/>
    <w:rsid w:val="00C1779F"/>
    <w:rsid w:val="00C215DE"/>
    <w:rsid w:val="00C479CD"/>
    <w:rsid w:val="00CD6A71"/>
    <w:rsid w:val="00CD6B8C"/>
    <w:rsid w:val="00CF7661"/>
    <w:rsid w:val="00D36D1B"/>
    <w:rsid w:val="00D56719"/>
    <w:rsid w:val="00D61BCF"/>
    <w:rsid w:val="00D77916"/>
    <w:rsid w:val="00D80B0A"/>
    <w:rsid w:val="00DA52CF"/>
    <w:rsid w:val="00DC689C"/>
    <w:rsid w:val="00DD1AD2"/>
    <w:rsid w:val="00DD755E"/>
    <w:rsid w:val="00DE6514"/>
    <w:rsid w:val="00E07C56"/>
    <w:rsid w:val="00E14982"/>
    <w:rsid w:val="00E613F3"/>
    <w:rsid w:val="00E92628"/>
    <w:rsid w:val="00E972EC"/>
    <w:rsid w:val="00EA7E8E"/>
    <w:rsid w:val="00EC77C0"/>
    <w:rsid w:val="00EF2314"/>
    <w:rsid w:val="00EF6D69"/>
    <w:rsid w:val="00F024DC"/>
    <w:rsid w:val="00F038B5"/>
    <w:rsid w:val="00F04AC9"/>
    <w:rsid w:val="00F40CC0"/>
    <w:rsid w:val="00F440BB"/>
    <w:rsid w:val="00F535CC"/>
    <w:rsid w:val="00F55534"/>
    <w:rsid w:val="00F8373C"/>
    <w:rsid w:val="00F8441A"/>
    <w:rsid w:val="00FA154D"/>
    <w:rsid w:val="00FB487A"/>
    <w:rsid w:val="00FC6E7E"/>
    <w:rsid w:val="00F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09B7593"/>
  <w15:docId w15:val="{E2199839-BBEE-4319-A814-6B9F6470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171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1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D3ADC"/>
    <w:pPr>
      <w:spacing w:before="100" w:beforeAutospacing="1" w:after="100" w:afterAutospacing="1"/>
    </w:pPr>
  </w:style>
  <w:style w:type="paragraph" w:customStyle="1" w:styleId="ConsPlusNormal">
    <w:name w:val="ConsPlusNormal"/>
    <w:rsid w:val="004F03FB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uiPriority w:val="99"/>
    <w:rsid w:val="004F03FB"/>
    <w:pPr>
      <w:widowControl w:val="0"/>
      <w:autoSpaceDE w:val="0"/>
      <w:autoSpaceDN w:val="0"/>
    </w:pPr>
    <w:rPr>
      <w:b/>
      <w:sz w:val="24"/>
    </w:rPr>
  </w:style>
  <w:style w:type="paragraph" w:styleId="a5">
    <w:name w:val="No Spacing"/>
    <w:uiPriority w:val="1"/>
    <w:qFormat/>
    <w:rsid w:val="003935C5"/>
    <w:rPr>
      <w:sz w:val="24"/>
      <w:szCs w:val="24"/>
    </w:rPr>
  </w:style>
  <w:style w:type="paragraph" w:styleId="a6">
    <w:name w:val="Balloon Text"/>
    <w:basedOn w:val="a"/>
    <w:link w:val="a7"/>
    <w:rsid w:val="006D49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6D49F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37990"/>
    <w:pPr>
      <w:ind w:left="720"/>
      <w:contextualSpacing/>
    </w:pPr>
  </w:style>
  <w:style w:type="paragraph" w:customStyle="1" w:styleId="Preformat">
    <w:name w:val="Preformat"/>
    <w:uiPriority w:val="99"/>
    <w:rsid w:val="00AF3CBE"/>
    <w:rPr>
      <w:rFonts w:ascii="Courier New" w:hAnsi="Courier New" w:cs="Courier New"/>
    </w:rPr>
  </w:style>
  <w:style w:type="paragraph" w:styleId="a9">
    <w:name w:val="header"/>
    <w:basedOn w:val="a"/>
    <w:link w:val="aa"/>
    <w:unhideWhenUsed/>
    <w:rsid w:val="007905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905B1"/>
    <w:rPr>
      <w:sz w:val="24"/>
      <w:szCs w:val="24"/>
    </w:rPr>
  </w:style>
  <w:style w:type="paragraph" w:styleId="ab">
    <w:name w:val="footer"/>
    <w:basedOn w:val="a"/>
    <w:link w:val="ac"/>
    <w:unhideWhenUsed/>
    <w:rsid w:val="007905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90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3_&#1057;&#1072;&#1085;&#1082;&#1094;&#1080;&#1086;&#1085;&#1080;&#1088;&#1086;&#1074;&#1072;&#1085;&#1080;&#1077;%20&#1073;&#1102;&#1076;&#1078;%20&#1080;%20&#1072;&#1074;&#1090;&#1086;&#1085;%20&#1091;&#1095;&#1088;&#1077;&#1078;&#1076;.zip\&#1055;&#1088;&#1080;&#1082;&#1072;&#1079;%20&#1089;&#1072;&#1085;&#1082;&#1094;&#1080;&#1086;&#1085;&#1080;&#1088;&#1086;&#1074;&#1072;&#1085;&#1080;&#1077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санкционирование </Template>
  <TotalTime>17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Links>
    <vt:vector size="6" baseType="variant">
      <vt:variant>
        <vt:i4>6815846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consultantplus://offline/ref=F9DDA78C8B8D864DBC42759024B989F08FDAEFF69BC7B5CA2D05B107B5A6BE2F4224661B190A5DFB190FDC58AB85DDAE08D57F84BB7515B9045E8B58WB08G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Виталий Рева</cp:lastModifiedBy>
  <cp:revision>7</cp:revision>
  <cp:lastPrinted>2024-05-03T06:41:00Z</cp:lastPrinted>
  <dcterms:created xsi:type="dcterms:W3CDTF">2024-05-03T04:27:00Z</dcterms:created>
  <dcterms:modified xsi:type="dcterms:W3CDTF">2024-05-05T22:57:00Z</dcterms:modified>
</cp:coreProperties>
</file>